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both"/>
        <w:rPr>
          <w:rFonts w:ascii="Times New Roman" w:hAnsi="Times New Roman"/>
          <w:sz w:val="24"/>
          <w:szCs w:val="24"/>
        </w:rPr>
      </w:pPr>
      <w:r>
        <w:rPr>
          <w:rFonts w:ascii="Times New Roman" w:hAnsi="Times New Roman"/>
          <w:sz w:val="24"/>
          <w:szCs w:val="24"/>
        </w:rPr>
        <w:t xml:space="preserve">             На основу чл. 48.ст.1, 5 и 6. и чл. 49. ст.1. Закона о локалним изборима („Службени гласник Републике Србије“, број 129/07, 34/10 – одлука УС и 54/11) и чл. 13. Пословника Скупштине града Врања („Службени гласник града Врања“, број 3/18-пречишћен текст), Скупштина града Врања, на седници одржаној 11.03.2019.године, донела је</w:t>
      </w:r>
    </w:p>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О  Д  Л  У  К  У</w:t>
      </w: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О ПОТВРЂИВАЊУ МАНДАТА ОДБОРНИКА</w:t>
      </w: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СКУПШТИНЕ ГРАДА ВРАЊА</w:t>
      </w:r>
    </w:p>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I</w:t>
      </w:r>
    </w:p>
    <w:p w:rsidR="000E1AE2" w:rsidRDefault="000E1AE2" w:rsidP="001A6FE8">
      <w:pPr>
        <w:pStyle w:val="clan"/>
        <w:spacing w:before="0" w:beforeAutospacing="0" w:after="0" w:afterAutospacing="0"/>
        <w:jc w:val="both"/>
      </w:pPr>
      <w:r>
        <w:tab/>
        <w:t>Потврђује се додељени мандат одборника – Владимиру Симоновићу инг. машинства из Врања ул</w:t>
      </w:r>
      <w:r>
        <w:rPr>
          <w:color w:val="000000"/>
        </w:rPr>
        <w:t>. Цара Душана бр.11, првом следећем кандидату</w:t>
      </w:r>
      <w:r>
        <w:t xml:space="preserve"> са Изборне листе</w:t>
      </w:r>
      <w:r>
        <w:rPr>
          <w:rFonts w:cs="Calibri"/>
          <w:b/>
        </w:rPr>
        <w:t xml:space="preserve"> </w:t>
      </w:r>
      <w:r>
        <w:rPr>
          <w:rFonts w:cs="Calibri"/>
          <w:b/>
          <w:lang w:val="sr-Cyrl-CS"/>
        </w:rPr>
        <w:t xml:space="preserve"> </w:t>
      </w:r>
      <w:r>
        <w:rPr>
          <w:rFonts w:cs="Calibri"/>
          <w:lang w:val="sr-Cyrl-CS"/>
        </w:rPr>
        <w:t>„ЗАЈЕДНО ЗА ВРАЊЕ“ – Социјалистичка партија Србије – Ивица Дачић</w:t>
      </w:r>
      <w:r>
        <w:t>.</w:t>
      </w:r>
    </w:p>
    <w:p w:rsidR="000E1AE2" w:rsidRDefault="000E1AE2" w:rsidP="001A6FE8">
      <w:pPr>
        <w:spacing w:after="0" w:line="240" w:lineRule="auto"/>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II</w:t>
      </w:r>
    </w:p>
    <w:p w:rsidR="000E1AE2" w:rsidRDefault="000E1AE2" w:rsidP="001A6FE8">
      <w:pPr>
        <w:spacing w:after="0" w:line="240" w:lineRule="auto"/>
        <w:jc w:val="both"/>
        <w:rPr>
          <w:rFonts w:ascii="Times New Roman" w:hAnsi="Times New Roman"/>
          <w:sz w:val="24"/>
          <w:szCs w:val="24"/>
        </w:rPr>
      </w:pPr>
      <w:r>
        <w:rPr>
          <w:rFonts w:ascii="Times New Roman" w:hAnsi="Times New Roman"/>
          <w:sz w:val="24"/>
          <w:szCs w:val="24"/>
        </w:rPr>
        <w:t xml:space="preserve">            Мандат одборника почиње да тече даном потврђивања мандата одборника.</w:t>
      </w:r>
    </w:p>
    <w:p w:rsidR="000E1AE2" w:rsidRDefault="000E1AE2" w:rsidP="001A6FE8">
      <w:pPr>
        <w:spacing w:after="0" w:line="240" w:lineRule="auto"/>
        <w:rPr>
          <w:rFonts w:ascii="Times New Roman" w:hAnsi="Times New Roman"/>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III</w:t>
      </w:r>
    </w:p>
    <w:p w:rsidR="000E1AE2" w:rsidRDefault="000E1AE2" w:rsidP="001A6FE8">
      <w:pPr>
        <w:spacing w:after="0" w:line="240" w:lineRule="auto"/>
        <w:jc w:val="both"/>
        <w:rPr>
          <w:rFonts w:ascii="Times New Roman" w:hAnsi="Times New Roman"/>
          <w:sz w:val="24"/>
          <w:szCs w:val="24"/>
        </w:rPr>
      </w:pPr>
      <w:r>
        <w:rPr>
          <w:rFonts w:ascii="Times New Roman" w:hAnsi="Times New Roman"/>
          <w:sz w:val="24"/>
          <w:szCs w:val="24"/>
        </w:rPr>
        <w:t xml:space="preserve">            Мандат новог одборника траје до истека мандата одборника коме је престао мандат.</w:t>
      </w:r>
    </w:p>
    <w:p w:rsidR="000E1AE2" w:rsidRDefault="000E1AE2" w:rsidP="001A6FE8">
      <w:pPr>
        <w:spacing w:after="0" w:line="240" w:lineRule="auto"/>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IV</w:t>
      </w:r>
    </w:p>
    <w:p w:rsidR="000E1AE2" w:rsidRDefault="000E1AE2" w:rsidP="001A6FE8">
      <w:pPr>
        <w:spacing w:after="0" w:line="240" w:lineRule="auto"/>
        <w:rPr>
          <w:rFonts w:ascii="Times New Roman" w:hAnsi="Times New Roman"/>
          <w:sz w:val="24"/>
          <w:szCs w:val="24"/>
        </w:rPr>
      </w:pPr>
      <w:r>
        <w:rPr>
          <w:rFonts w:ascii="Times New Roman" w:hAnsi="Times New Roman"/>
          <w:sz w:val="24"/>
          <w:szCs w:val="24"/>
        </w:rPr>
        <w:t xml:space="preserve">            Одлуку објавити у „Службеном гласнику града Врања“.</w:t>
      </w:r>
    </w:p>
    <w:p w:rsidR="000E1AE2" w:rsidRDefault="000E1AE2" w:rsidP="001A6FE8">
      <w:pPr>
        <w:spacing w:after="0" w:line="240" w:lineRule="auto"/>
        <w:rPr>
          <w:rFonts w:ascii="Times New Roman" w:hAnsi="Times New Roman"/>
          <w:sz w:val="24"/>
          <w:szCs w:val="24"/>
        </w:rPr>
      </w:pPr>
    </w:p>
    <w:p w:rsidR="000E1AE2" w:rsidRDefault="000E1AE2" w:rsidP="001A6FE8">
      <w:pPr>
        <w:spacing w:after="0" w:line="240" w:lineRule="auto"/>
        <w:rPr>
          <w:rFonts w:ascii="Times New Roman" w:hAnsi="Times New Roman"/>
          <w:sz w:val="24"/>
          <w:szCs w:val="24"/>
        </w:rPr>
      </w:pPr>
    </w:p>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О б р а з л о ж е њ е</w:t>
      </w:r>
    </w:p>
    <w:p w:rsidR="000E1AE2" w:rsidRDefault="000E1AE2" w:rsidP="001A6FE8">
      <w:pPr>
        <w:spacing w:after="0" w:line="240" w:lineRule="auto"/>
        <w:jc w:val="center"/>
        <w:rPr>
          <w:rFonts w:ascii="Times New Roman" w:hAnsi="Times New Roman"/>
          <w:sz w:val="24"/>
          <w:szCs w:val="24"/>
        </w:rPr>
      </w:pPr>
    </w:p>
    <w:p w:rsidR="000E1AE2" w:rsidRDefault="000E1AE2" w:rsidP="001A6FE8">
      <w:pPr>
        <w:pStyle w:val="clan"/>
        <w:spacing w:before="0" w:beforeAutospacing="0" w:after="0" w:afterAutospacing="0"/>
        <w:jc w:val="both"/>
      </w:pPr>
      <w:r>
        <w:tab/>
        <w:t xml:space="preserve">Одредбама чл. 48.ст. 1, 5. и 6. и чл. 56. Закона о локалним изборима и чл. 13. Пословника Скупштине града Врања, прописано је да када одборнику престане мандат пре истека времена на које је изабран, мандат се додељује првом следећем кандидату на изборној листи коме није додељен мандат, а када одборнику који је изабран са коалиционе изборне листе престане мандат пре истека времена на које је изабран, мандат се додељује првом следећем кандидату на изборној листи коме није додељен мандат. О потврђивању мандата одборника, на основу извештаја Верификационог одбора, Скупштина одлучује јавним гласањем. Верификациони одбор чине три члана- одборника са три изборне листе које су добиле највећи број одборничких мандата у Скупштини. Када Скупштина после конституисања одлучује о потврђивању мандата нових одборника, у гласању, поред одборника, могу учествовати и кандидати којима су мандати додељени у складу са законом и који имају уверење Изборне комисије да су изабрани. Мандат новог одборника траје до истека мандата одборника коме је престао мандат. Од кандидата се пре потврђивања мандата прибавља писана сагласност да прихвата мандат.      </w:t>
      </w:r>
    </w:p>
    <w:p w:rsidR="000E1AE2" w:rsidRDefault="000E1AE2" w:rsidP="001A6FE8">
      <w:pPr>
        <w:pStyle w:val="clan"/>
        <w:spacing w:before="0" w:beforeAutospacing="0" w:after="0" w:afterAutospacing="0"/>
        <w:jc w:val="both"/>
      </w:pPr>
    </w:p>
    <w:p w:rsidR="000E1AE2" w:rsidRDefault="000E1AE2" w:rsidP="001A6FE8">
      <w:pPr>
        <w:pStyle w:val="clan"/>
        <w:spacing w:before="0" w:beforeAutospacing="0" w:after="0" w:afterAutospacing="0"/>
        <w:jc w:val="both"/>
      </w:pPr>
      <w:r>
        <w:t xml:space="preserve">           У складу са поменутом регулативом, а на основу поднетог извештаја Изборне комисије Града Врања, Верификациони одбор је утврдио да је издато уверење за одборника, кандидату са Изборне листе</w:t>
      </w:r>
      <w:r>
        <w:rPr>
          <w:rFonts w:cs="Calibri"/>
          <w:lang w:val="sr-Cyrl-CS"/>
        </w:rPr>
        <w:t>„ЗАЈЕДНО ЗА ВРАЊЕ“ – Социјалистичка партија Србије – Ивица Дачић</w:t>
      </w:r>
      <w:r>
        <w:rPr>
          <w:lang w:val="sr-Cyrl-CS"/>
        </w:rPr>
        <w:t xml:space="preserve"> </w:t>
      </w:r>
      <w:r>
        <w:t>у сагласности са извештајем Градске изборне комисије, те је и одлучила као у диспозитиву Одлуке.</w:t>
      </w:r>
    </w:p>
    <w:p w:rsidR="000E1AE2" w:rsidRDefault="000E1AE2" w:rsidP="001A6FE8">
      <w:pPr>
        <w:pStyle w:val="clan"/>
        <w:spacing w:before="0" w:beforeAutospacing="0" w:after="0" w:afterAutospacing="0"/>
        <w:jc w:val="both"/>
      </w:pPr>
    </w:p>
    <w:p w:rsidR="000E1AE2" w:rsidRDefault="000E1AE2" w:rsidP="001A6FE8">
      <w:pPr>
        <w:spacing w:after="0" w:line="240" w:lineRule="auto"/>
        <w:jc w:val="both"/>
        <w:rPr>
          <w:rFonts w:ascii="Times New Roman" w:hAnsi="Times New Roman"/>
          <w:sz w:val="24"/>
          <w:szCs w:val="24"/>
        </w:rPr>
      </w:pPr>
    </w:p>
    <w:p w:rsidR="000E1AE2" w:rsidRDefault="000E1AE2" w:rsidP="001A6FE8">
      <w:pPr>
        <w:pStyle w:val="clan"/>
        <w:spacing w:before="0" w:beforeAutospacing="0" w:after="0" w:afterAutospacing="0"/>
        <w:jc w:val="both"/>
      </w:pPr>
    </w:p>
    <w:p w:rsidR="000E1AE2" w:rsidRDefault="000E1AE2" w:rsidP="001A6FE8">
      <w:pPr>
        <w:spacing w:after="0" w:line="240" w:lineRule="auto"/>
        <w:jc w:val="both"/>
        <w:rPr>
          <w:rStyle w:val="Hyperlink"/>
          <w:sz w:val="24"/>
          <w:szCs w:val="24"/>
        </w:rPr>
      </w:pPr>
      <w:r>
        <w:rPr>
          <w:rFonts w:ascii="Times New Roman" w:hAnsi="Times New Roman"/>
          <w:sz w:val="24"/>
          <w:szCs w:val="24"/>
        </w:rPr>
        <w:tab/>
      </w:r>
      <w:r>
        <w:rPr>
          <w:rFonts w:ascii="Times New Roman" w:hAnsi="Times New Roman"/>
          <w:b/>
          <w:i/>
          <w:sz w:val="24"/>
          <w:szCs w:val="24"/>
        </w:rPr>
        <w:t>Поука о правном средству:</w:t>
      </w:r>
      <w:r>
        <w:rPr>
          <w:rFonts w:ascii="Times New Roman" w:hAnsi="Times New Roman"/>
          <w:sz w:val="24"/>
          <w:szCs w:val="24"/>
        </w:rPr>
        <w:t xml:space="preserve"> Против Одлуке може се изјавити жалба Управном суду Београд-Одељењу у Нишу у року од 48 часова од дана доношења ове одлуке.</w:t>
      </w:r>
    </w:p>
    <w:p w:rsidR="000E1AE2" w:rsidRDefault="000E1AE2" w:rsidP="001A6FE8">
      <w:pPr>
        <w:spacing w:after="0" w:line="240" w:lineRule="auto"/>
      </w:pPr>
    </w:p>
    <w:p w:rsidR="000E1AE2" w:rsidRDefault="000E1AE2" w:rsidP="001A6FE8">
      <w:pPr>
        <w:spacing w:after="0" w:line="240" w:lineRule="auto"/>
        <w:rPr>
          <w:rFonts w:ascii="Times New Roman" w:hAnsi="Times New Roman"/>
          <w:sz w:val="24"/>
          <w:szCs w:val="24"/>
        </w:rPr>
      </w:pPr>
    </w:p>
    <w:p w:rsidR="000E1AE2"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СКУПШТИНА ГРАДА ВРАЊА</w:t>
      </w:r>
    </w:p>
    <w:p w:rsidR="000E1AE2" w:rsidRPr="00E971E5" w:rsidRDefault="000E1AE2" w:rsidP="001A6FE8">
      <w:pPr>
        <w:spacing w:after="0" w:line="240" w:lineRule="auto"/>
        <w:jc w:val="center"/>
        <w:rPr>
          <w:rFonts w:ascii="Times New Roman" w:hAnsi="Times New Roman"/>
          <w:b/>
          <w:sz w:val="24"/>
          <w:szCs w:val="24"/>
        </w:rPr>
      </w:pPr>
      <w:r>
        <w:rPr>
          <w:rFonts w:ascii="Times New Roman" w:hAnsi="Times New Roman"/>
          <w:b/>
          <w:sz w:val="24"/>
          <w:szCs w:val="24"/>
        </w:rPr>
        <w:t>11.03.2019. године, број: 02-40/2019-10</w:t>
      </w:r>
    </w:p>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center"/>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r>
        <w:rPr>
          <w:rFonts w:ascii="Times New Roman" w:hAnsi="Times New Roman"/>
          <w:b/>
          <w:sz w:val="24"/>
          <w:szCs w:val="24"/>
        </w:rPr>
        <w:t xml:space="preserve">                                                                                     ПРЕДСЕДНИК СКУПШТИНЕ</w:t>
      </w:r>
    </w:p>
    <w:p w:rsidR="000E1AE2" w:rsidRDefault="000E1AE2" w:rsidP="001A6FE8">
      <w:pPr>
        <w:spacing w:after="0" w:line="240" w:lineRule="auto"/>
        <w:jc w:val="both"/>
        <w:rPr>
          <w:rFonts w:ascii="Times New Roman" w:hAnsi="Times New Roman"/>
          <w:b/>
          <w:sz w:val="24"/>
          <w:szCs w:val="24"/>
          <w:lang/>
        </w:rPr>
      </w:pPr>
      <w:r>
        <w:rPr>
          <w:rFonts w:ascii="Times New Roman" w:hAnsi="Times New Roman"/>
          <w:b/>
          <w:sz w:val="24"/>
          <w:szCs w:val="24"/>
        </w:rPr>
        <w:t xml:space="preserve">                                                                                      Дејан Тричковић, спец.двм</w:t>
      </w:r>
      <w:r>
        <w:rPr>
          <w:rFonts w:ascii="Times New Roman" w:hAnsi="Times New Roman"/>
          <w:b/>
          <w:sz w:val="24"/>
          <w:szCs w:val="24"/>
          <w:lang/>
        </w:rPr>
        <w:t>, с.р.</w:t>
      </w:r>
    </w:p>
    <w:p w:rsidR="000E1AE2" w:rsidRDefault="000E1AE2" w:rsidP="001A6FE8">
      <w:pPr>
        <w:spacing w:after="0" w:line="240" w:lineRule="auto"/>
        <w:jc w:val="both"/>
        <w:rPr>
          <w:rFonts w:ascii="Times New Roman" w:hAnsi="Times New Roman"/>
          <w:b/>
          <w:sz w:val="24"/>
          <w:szCs w:val="24"/>
          <w:lang/>
        </w:rPr>
      </w:pPr>
    </w:p>
    <w:p w:rsidR="000E1AE2" w:rsidRDefault="000E1AE2" w:rsidP="001A6FE8">
      <w:pPr>
        <w:spacing w:after="0" w:line="240" w:lineRule="auto"/>
        <w:jc w:val="both"/>
        <w:rPr>
          <w:rFonts w:ascii="Times New Roman" w:hAnsi="Times New Roman"/>
          <w:b/>
          <w:sz w:val="24"/>
          <w:szCs w:val="24"/>
          <w:lang/>
        </w:rPr>
      </w:pPr>
      <w:r>
        <w:rPr>
          <w:rFonts w:ascii="Times New Roman" w:hAnsi="Times New Roman"/>
          <w:b/>
          <w:sz w:val="24"/>
          <w:szCs w:val="24"/>
          <w:lang/>
        </w:rPr>
        <w:t>ТАЧНОСТ ПРЕПИСА ОВЕРАВА:                          СЕКРЕТАР СКУПШТИНЕ</w:t>
      </w:r>
    </w:p>
    <w:p w:rsidR="000E1AE2" w:rsidRDefault="000E1AE2" w:rsidP="001A6FE8">
      <w:pPr>
        <w:spacing w:after="0" w:line="240" w:lineRule="auto"/>
        <w:jc w:val="both"/>
        <w:rPr>
          <w:rFonts w:ascii="Times New Roman" w:hAnsi="Times New Roman"/>
          <w:b/>
          <w:sz w:val="24"/>
          <w:szCs w:val="24"/>
          <w:lang/>
        </w:rPr>
      </w:pPr>
      <w:r>
        <w:rPr>
          <w:rFonts w:ascii="Times New Roman" w:hAnsi="Times New Roman"/>
          <w:b/>
          <w:sz w:val="24"/>
          <w:szCs w:val="24"/>
          <w:lang/>
        </w:rPr>
        <w:t xml:space="preserve">                                                                                                  Марко Тричковић</w:t>
      </w:r>
    </w:p>
    <w:p w:rsidR="000E1AE2" w:rsidRDefault="000E1AE2" w:rsidP="001A6FE8">
      <w:pPr>
        <w:spacing w:after="0" w:line="240" w:lineRule="auto"/>
        <w:jc w:val="both"/>
        <w:rPr>
          <w:rFonts w:ascii="Times New Roman" w:hAnsi="Times New Roman"/>
          <w:b/>
          <w:sz w:val="24"/>
          <w:szCs w:val="24"/>
          <w:lang/>
        </w:rPr>
      </w:pPr>
    </w:p>
    <w:p w:rsidR="000E1AE2" w:rsidRPr="00E73964" w:rsidRDefault="000E1AE2" w:rsidP="001A6FE8">
      <w:pPr>
        <w:spacing w:after="0" w:line="240" w:lineRule="auto"/>
        <w:jc w:val="both"/>
        <w:rPr>
          <w:rFonts w:ascii="Times New Roman" w:hAnsi="Times New Roman"/>
          <w:b/>
          <w:sz w:val="24"/>
          <w:szCs w:val="24"/>
          <w:lang/>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bookmarkStart w:id="0" w:name="clan_47"/>
      <w:bookmarkStart w:id="1" w:name="clan_48"/>
      <w:bookmarkStart w:id="2" w:name="clan_49"/>
      <w:bookmarkEnd w:id="0"/>
      <w:bookmarkEnd w:id="1"/>
      <w:bookmarkEnd w:id="2"/>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rsidP="001A6FE8">
      <w:pPr>
        <w:spacing w:after="0" w:line="240" w:lineRule="auto"/>
        <w:jc w:val="both"/>
        <w:rPr>
          <w:rFonts w:ascii="Times New Roman" w:hAnsi="Times New Roman"/>
          <w:b/>
          <w:sz w:val="24"/>
          <w:szCs w:val="24"/>
        </w:rPr>
      </w:pPr>
    </w:p>
    <w:p w:rsidR="000E1AE2" w:rsidRDefault="000E1AE2"/>
    <w:sectPr w:rsidR="000E1AE2" w:rsidSect="00F40782">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6FE8"/>
    <w:rsid w:val="000E1AE2"/>
    <w:rsid w:val="001A6FE8"/>
    <w:rsid w:val="004572C2"/>
    <w:rsid w:val="00720CC6"/>
    <w:rsid w:val="00947F13"/>
    <w:rsid w:val="009A6492"/>
    <w:rsid w:val="00A34808"/>
    <w:rsid w:val="00BB680C"/>
    <w:rsid w:val="00C36B24"/>
    <w:rsid w:val="00E73964"/>
    <w:rsid w:val="00E971E5"/>
    <w:rsid w:val="00F407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78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A6FE8"/>
    <w:rPr>
      <w:rFonts w:ascii="Times New Roman" w:hAnsi="Times New Roman" w:cs="Times New Roman"/>
      <w:color w:val="0000FF"/>
      <w:u w:val="single"/>
    </w:rPr>
  </w:style>
  <w:style w:type="paragraph" w:customStyle="1" w:styleId="clan">
    <w:name w:val="clan"/>
    <w:basedOn w:val="Normal"/>
    <w:uiPriority w:val="99"/>
    <w:rsid w:val="001A6FE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021658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Pages>
  <Words>457</Words>
  <Characters>2609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ijovanovic</dc:creator>
  <cp:keywords/>
  <dc:description/>
  <cp:lastModifiedBy>sdjokovic</cp:lastModifiedBy>
  <cp:revision>9</cp:revision>
  <cp:lastPrinted>2019-03-18T08:08:00Z</cp:lastPrinted>
  <dcterms:created xsi:type="dcterms:W3CDTF">2018-12-27T11:38:00Z</dcterms:created>
  <dcterms:modified xsi:type="dcterms:W3CDTF">2019-03-18T08:10:00Z</dcterms:modified>
</cp:coreProperties>
</file>